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1C603E" w14:textId="77777777" w:rsidR="000A04CA" w:rsidRPr="000A04CA" w:rsidRDefault="0018009E" w:rsidP="007D6132">
      <w:pPr>
        <w:pStyle w:val="MappingTitle"/>
      </w:pPr>
      <w:r>
        <w:t xml:space="preserve">Mapping </w:t>
      </w:r>
      <w:r w:rsidR="004D1E4E" w:rsidRPr="004D1E4E">
        <w:t>Print &amp; Digital Media Publication Using Adobe InDesign CC</w:t>
      </w:r>
      <w:r w:rsidR="00C23B25">
        <w:t xml:space="preserve"> Exam</w:t>
      </w:r>
      <w:r w:rsidR="00BA6F22">
        <w:t xml:space="preserve"> Objectives to Course Content</w:t>
      </w:r>
    </w:p>
    <w:p w14:paraId="22A51599" w14:textId="65F5F23A" w:rsidR="00E65465" w:rsidRDefault="00081F6E" w:rsidP="00FA21A6">
      <w:pPr>
        <w:pStyle w:val="Intro"/>
      </w:pPr>
      <w:r w:rsidRPr="00DA7D4E">
        <w:t xml:space="preserve">Obtaining </w:t>
      </w:r>
      <w:r>
        <w:t xml:space="preserve">Adobe Certified Associate - </w:t>
      </w:r>
      <w:r w:rsidR="004D1E4E">
        <w:t>InDesign</w:t>
      </w:r>
      <w:r w:rsidRPr="00DA7D4E">
        <w:t xml:space="preserve"> certification requires candidates to pass </w:t>
      </w:r>
      <w:r>
        <w:t xml:space="preserve">the </w:t>
      </w:r>
      <w:r w:rsidR="004D1E4E" w:rsidRPr="004D1E4E">
        <w:t>Print &amp; Digital Media Publication Using Adobe InDesign CC</w:t>
      </w:r>
      <w:r>
        <w:t xml:space="preserve"> exam</w:t>
      </w:r>
      <w:r w:rsidRPr="00DA7D4E">
        <w:t xml:space="preserve">. This table describes where the objectives for </w:t>
      </w:r>
      <w:r>
        <w:t>the exam</w:t>
      </w:r>
      <w:r w:rsidRPr="00DA7D4E">
        <w:t xml:space="preserve"> are covered in this course.</w:t>
      </w:r>
    </w:p>
    <w:p w14:paraId="323A57CA" w14:textId="77777777" w:rsidR="00C13622" w:rsidRDefault="00C13622" w:rsidP="00FA21A6">
      <w:pPr>
        <w:pStyle w:val="Intro"/>
      </w:pPr>
    </w:p>
    <w:tbl>
      <w:tblPr>
        <w:tblStyle w:val="TableGrid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678"/>
        <w:gridCol w:w="8227"/>
        <w:gridCol w:w="1885"/>
      </w:tblGrid>
      <w:tr w:rsidR="003A6279" w14:paraId="460C55F5" w14:textId="77777777" w:rsidTr="0069044A">
        <w:trPr>
          <w:tblHeader/>
        </w:trPr>
        <w:tc>
          <w:tcPr>
            <w:tcW w:w="678" w:type="dxa"/>
            <w:shd w:val="clear" w:color="auto" w:fill="009DDC"/>
          </w:tcPr>
          <w:p w14:paraId="0346A59F" w14:textId="77777777" w:rsidR="003A6279" w:rsidRPr="00B32BC9" w:rsidRDefault="003A6279" w:rsidP="003A6279">
            <w:pPr>
              <w:pStyle w:val="Domain"/>
            </w:pPr>
            <w:r>
              <w:t>1.0</w:t>
            </w:r>
          </w:p>
        </w:tc>
        <w:tc>
          <w:tcPr>
            <w:tcW w:w="8227" w:type="dxa"/>
            <w:shd w:val="clear" w:color="auto" w:fill="009DDC"/>
          </w:tcPr>
          <w:p w14:paraId="484C71F1" w14:textId="77777777" w:rsidR="003A6279" w:rsidRPr="00B32BC9" w:rsidRDefault="006A22FB" w:rsidP="0069044A">
            <w:pPr>
              <w:pStyle w:val="Domain"/>
            </w:pPr>
            <w:r>
              <w:t>Setting Project Requirements</w:t>
            </w:r>
          </w:p>
        </w:tc>
        <w:tc>
          <w:tcPr>
            <w:tcW w:w="1885" w:type="dxa"/>
            <w:shd w:val="clear" w:color="auto" w:fill="009DDC"/>
          </w:tcPr>
          <w:p w14:paraId="37BC18B3" w14:textId="77777777" w:rsidR="003A6279" w:rsidRPr="00B32BC9" w:rsidRDefault="003A6279" w:rsidP="00EC6EA9">
            <w:pPr>
              <w:pStyle w:val="CoveredIn"/>
            </w:pPr>
            <w:r w:rsidRPr="00B32BC9">
              <w:t>Covered In</w:t>
            </w:r>
          </w:p>
        </w:tc>
      </w:tr>
      <w:tr w:rsidR="003A6279" w14:paraId="00C08F84" w14:textId="77777777" w:rsidTr="0018009E">
        <w:tc>
          <w:tcPr>
            <w:tcW w:w="678" w:type="dxa"/>
          </w:tcPr>
          <w:p w14:paraId="624A640E" w14:textId="77777777" w:rsidR="003A6279" w:rsidRPr="00B32BC9" w:rsidRDefault="003A6279" w:rsidP="003A6279">
            <w:pPr>
              <w:pStyle w:val="Objective"/>
            </w:pPr>
            <w:r>
              <w:t>1.1</w:t>
            </w:r>
          </w:p>
        </w:tc>
        <w:tc>
          <w:tcPr>
            <w:tcW w:w="8227" w:type="dxa"/>
          </w:tcPr>
          <w:p w14:paraId="5AED54EF" w14:textId="4298A78D" w:rsidR="003A6279" w:rsidRPr="00081F6E" w:rsidRDefault="00E96550" w:rsidP="00EC6EA9">
            <w:pPr>
              <w:pStyle w:val="Objective"/>
              <w:rPr>
                <w:b w:val="0"/>
              </w:rPr>
            </w:pPr>
            <w:r w:rsidRPr="00E96550">
              <w:rPr>
                <w:b w:val="0"/>
              </w:rPr>
              <w:t>Identify the purpose, audience, and audience needs for preparing print and digital media publications</w:t>
            </w:r>
            <w:r>
              <w:rPr>
                <w:b w:val="0"/>
              </w:rPr>
              <w:t>.</w:t>
            </w:r>
          </w:p>
        </w:tc>
        <w:tc>
          <w:tcPr>
            <w:tcW w:w="1885" w:type="dxa"/>
          </w:tcPr>
          <w:p w14:paraId="5DE04B96" w14:textId="38B67055" w:rsidR="003A6279" w:rsidRDefault="00EE0F88" w:rsidP="00AE222F">
            <w:pPr>
              <w:pStyle w:val="Reference"/>
            </w:pPr>
            <w:r>
              <w:t>2A</w:t>
            </w:r>
          </w:p>
        </w:tc>
      </w:tr>
      <w:tr w:rsidR="003A6279" w14:paraId="75A38E5B" w14:textId="77777777" w:rsidTr="0018009E">
        <w:tc>
          <w:tcPr>
            <w:tcW w:w="678" w:type="dxa"/>
          </w:tcPr>
          <w:p w14:paraId="764E5C25" w14:textId="77777777" w:rsidR="003A6279" w:rsidRDefault="006A22FB" w:rsidP="006A22FB">
            <w:pPr>
              <w:pStyle w:val="Objective"/>
            </w:pPr>
            <w:r>
              <w:t>1.2</w:t>
            </w:r>
          </w:p>
        </w:tc>
        <w:tc>
          <w:tcPr>
            <w:tcW w:w="8227" w:type="dxa"/>
          </w:tcPr>
          <w:p w14:paraId="3731E331" w14:textId="1779DF9A" w:rsidR="003A6279" w:rsidRPr="00081F6E" w:rsidRDefault="00E96550" w:rsidP="006A22FB">
            <w:pPr>
              <w:pStyle w:val="Objective"/>
              <w:rPr>
                <w:b w:val="0"/>
              </w:rPr>
            </w:pPr>
            <w:r>
              <w:rPr>
                <w:b w:val="0"/>
              </w:rPr>
              <w:t>S</w:t>
            </w:r>
            <w:r w:rsidRPr="00E96550">
              <w:rPr>
                <w:b w:val="0"/>
              </w:rPr>
              <w:t>ummarize how designers make decisions about the type of content to include in a project, including considerations such as copyright, project fit, permissions, and licensing</w:t>
            </w:r>
            <w:r w:rsidR="006A22FB" w:rsidRPr="00081F6E">
              <w:rPr>
                <w:b w:val="0"/>
              </w:rPr>
              <w:t>.</w:t>
            </w:r>
          </w:p>
        </w:tc>
        <w:tc>
          <w:tcPr>
            <w:tcW w:w="1885" w:type="dxa"/>
          </w:tcPr>
          <w:p w14:paraId="0FE59576" w14:textId="72875C71" w:rsidR="003A6279" w:rsidRDefault="005442ED" w:rsidP="00AE222F">
            <w:pPr>
              <w:pStyle w:val="Reference"/>
            </w:pPr>
            <w:r>
              <w:t>2A</w:t>
            </w:r>
          </w:p>
        </w:tc>
      </w:tr>
      <w:tr w:rsidR="003A6279" w14:paraId="084D06AE" w14:textId="77777777" w:rsidTr="0018009E">
        <w:tc>
          <w:tcPr>
            <w:tcW w:w="678" w:type="dxa"/>
          </w:tcPr>
          <w:p w14:paraId="1E9925A2" w14:textId="77777777" w:rsidR="003A6279" w:rsidRDefault="006A22FB" w:rsidP="006A22FB">
            <w:pPr>
              <w:pStyle w:val="Objective"/>
            </w:pPr>
            <w:r>
              <w:t>1.3</w:t>
            </w:r>
          </w:p>
        </w:tc>
        <w:tc>
          <w:tcPr>
            <w:tcW w:w="8227" w:type="dxa"/>
          </w:tcPr>
          <w:p w14:paraId="744572F8" w14:textId="77777777" w:rsidR="003A6279" w:rsidRPr="00081F6E" w:rsidRDefault="006A22FB" w:rsidP="006A22FB">
            <w:pPr>
              <w:pStyle w:val="Objective"/>
              <w:rPr>
                <w:b w:val="0"/>
              </w:rPr>
            </w:pPr>
            <w:r w:rsidRPr="00081F6E">
              <w:rPr>
                <w:b w:val="0"/>
              </w:rPr>
              <w:t>Demonstrate knowledge of project management tasks and responsibilities.</w:t>
            </w:r>
          </w:p>
        </w:tc>
        <w:tc>
          <w:tcPr>
            <w:tcW w:w="1885" w:type="dxa"/>
          </w:tcPr>
          <w:p w14:paraId="27587A00" w14:textId="183FDFAB" w:rsidR="003A6279" w:rsidRDefault="005442ED" w:rsidP="00AE222F">
            <w:pPr>
              <w:pStyle w:val="Reference"/>
            </w:pPr>
            <w:r>
              <w:t>2A</w:t>
            </w:r>
          </w:p>
        </w:tc>
      </w:tr>
      <w:tr w:rsidR="003A6279" w14:paraId="2AB75334" w14:textId="77777777" w:rsidTr="0018009E">
        <w:tc>
          <w:tcPr>
            <w:tcW w:w="678" w:type="dxa"/>
          </w:tcPr>
          <w:p w14:paraId="0E05E8ED" w14:textId="77777777" w:rsidR="003A6279" w:rsidRDefault="006A22FB" w:rsidP="006A22FB">
            <w:pPr>
              <w:pStyle w:val="Objective"/>
            </w:pPr>
            <w:r>
              <w:t>1.4</w:t>
            </w:r>
          </w:p>
        </w:tc>
        <w:tc>
          <w:tcPr>
            <w:tcW w:w="8227" w:type="dxa"/>
          </w:tcPr>
          <w:p w14:paraId="13C589EB" w14:textId="77777777" w:rsidR="003A6279" w:rsidRPr="00081F6E" w:rsidRDefault="006A22FB" w:rsidP="006A22FB">
            <w:pPr>
              <w:pStyle w:val="Objective"/>
              <w:rPr>
                <w:b w:val="0"/>
              </w:rPr>
            </w:pPr>
            <w:r w:rsidRPr="00081F6E">
              <w:rPr>
                <w:b w:val="0"/>
              </w:rPr>
              <w:t>Communicate with others (such as peers and clients) about design plans.</w:t>
            </w:r>
          </w:p>
        </w:tc>
        <w:tc>
          <w:tcPr>
            <w:tcW w:w="1885" w:type="dxa"/>
          </w:tcPr>
          <w:p w14:paraId="1C48AA3B" w14:textId="195288CF" w:rsidR="003A6279" w:rsidRDefault="005442ED" w:rsidP="00AE222F">
            <w:pPr>
              <w:pStyle w:val="Reference"/>
            </w:pPr>
            <w:r>
              <w:t>2A, 2B</w:t>
            </w:r>
          </w:p>
        </w:tc>
      </w:tr>
    </w:tbl>
    <w:p w14:paraId="55FFCD74" w14:textId="77777777" w:rsidR="006A22FB" w:rsidRDefault="006A22FB" w:rsidP="00FA21A6">
      <w:pPr>
        <w:pStyle w:val="Intro"/>
      </w:pPr>
    </w:p>
    <w:tbl>
      <w:tblPr>
        <w:tblStyle w:val="TableGrid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678"/>
        <w:gridCol w:w="8227"/>
        <w:gridCol w:w="1885"/>
      </w:tblGrid>
      <w:tr w:rsidR="006A22FB" w14:paraId="367538DB" w14:textId="77777777" w:rsidTr="0069044A">
        <w:trPr>
          <w:tblHeader/>
        </w:trPr>
        <w:tc>
          <w:tcPr>
            <w:tcW w:w="678" w:type="dxa"/>
            <w:shd w:val="clear" w:color="auto" w:fill="009DDC"/>
          </w:tcPr>
          <w:p w14:paraId="5179B3A1" w14:textId="77777777" w:rsidR="006A22FB" w:rsidRPr="00B32BC9" w:rsidRDefault="006A22FB" w:rsidP="003A6279">
            <w:pPr>
              <w:pStyle w:val="Domain"/>
            </w:pPr>
            <w:r>
              <w:t>2.0</w:t>
            </w:r>
          </w:p>
        </w:tc>
        <w:tc>
          <w:tcPr>
            <w:tcW w:w="8227" w:type="dxa"/>
            <w:shd w:val="clear" w:color="auto" w:fill="009DDC"/>
          </w:tcPr>
          <w:p w14:paraId="44ED152F" w14:textId="273D0C81" w:rsidR="006A22FB" w:rsidRPr="00B32BC9" w:rsidRDefault="00E96550" w:rsidP="0069044A">
            <w:pPr>
              <w:pStyle w:val="Domain"/>
            </w:pPr>
            <w:r w:rsidRPr="00E96550">
              <w:t>Understanding Print and Digital Media Publications</w:t>
            </w:r>
          </w:p>
        </w:tc>
        <w:tc>
          <w:tcPr>
            <w:tcW w:w="1885" w:type="dxa"/>
            <w:shd w:val="clear" w:color="auto" w:fill="009DDC"/>
          </w:tcPr>
          <w:p w14:paraId="565282EA" w14:textId="77777777" w:rsidR="006A22FB" w:rsidRPr="00B32BC9" w:rsidRDefault="006A22FB" w:rsidP="00EC6EA9">
            <w:pPr>
              <w:pStyle w:val="CoveredIn"/>
            </w:pPr>
            <w:r w:rsidRPr="00B32BC9">
              <w:t>Covered In</w:t>
            </w:r>
          </w:p>
        </w:tc>
      </w:tr>
      <w:tr w:rsidR="006A22FB" w14:paraId="012B5262" w14:textId="77777777" w:rsidTr="0018009E">
        <w:tc>
          <w:tcPr>
            <w:tcW w:w="678" w:type="dxa"/>
          </w:tcPr>
          <w:p w14:paraId="4A12E7F9" w14:textId="77777777" w:rsidR="006A22FB" w:rsidRPr="00B32BC9" w:rsidRDefault="006A22FB" w:rsidP="006A22FB">
            <w:pPr>
              <w:pStyle w:val="Objective"/>
            </w:pPr>
            <w:r>
              <w:t>2.1</w:t>
            </w:r>
          </w:p>
        </w:tc>
        <w:tc>
          <w:tcPr>
            <w:tcW w:w="8227" w:type="dxa"/>
          </w:tcPr>
          <w:p w14:paraId="525A210F" w14:textId="43CBA9A3" w:rsidR="006A22FB" w:rsidRPr="00081F6E" w:rsidRDefault="00E96550" w:rsidP="006A22FB">
            <w:pPr>
              <w:pStyle w:val="Objective"/>
              <w:rPr>
                <w:b w:val="0"/>
              </w:rPr>
            </w:pPr>
            <w:r w:rsidRPr="00E96550">
              <w:rPr>
                <w:b w:val="0"/>
              </w:rPr>
              <w:t>Understand key terminology related to print and digital media publications</w:t>
            </w:r>
            <w:r>
              <w:rPr>
                <w:b w:val="0"/>
              </w:rPr>
              <w:t>.</w:t>
            </w:r>
          </w:p>
        </w:tc>
        <w:tc>
          <w:tcPr>
            <w:tcW w:w="1885" w:type="dxa"/>
          </w:tcPr>
          <w:p w14:paraId="66B321FA" w14:textId="487F861A" w:rsidR="006A22FB" w:rsidRPr="00914E08" w:rsidRDefault="00885BC2" w:rsidP="00AE222F">
            <w:pPr>
              <w:pStyle w:val="Reference"/>
            </w:pPr>
            <w:r w:rsidRPr="00914E08">
              <w:t>2</w:t>
            </w:r>
            <w:r w:rsidR="008324DA">
              <w:t>B</w:t>
            </w:r>
            <w:r w:rsidR="006B4504">
              <w:t>; Part 2</w:t>
            </w:r>
          </w:p>
        </w:tc>
      </w:tr>
      <w:tr w:rsidR="006A22FB" w14:paraId="05DD6101" w14:textId="77777777" w:rsidTr="0018009E">
        <w:tc>
          <w:tcPr>
            <w:tcW w:w="678" w:type="dxa"/>
          </w:tcPr>
          <w:p w14:paraId="760435EA" w14:textId="77777777" w:rsidR="006A22FB" w:rsidRDefault="006A22FB" w:rsidP="006A22FB">
            <w:pPr>
              <w:pStyle w:val="Objective"/>
            </w:pPr>
            <w:r>
              <w:t>2.2</w:t>
            </w:r>
          </w:p>
        </w:tc>
        <w:tc>
          <w:tcPr>
            <w:tcW w:w="8227" w:type="dxa"/>
          </w:tcPr>
          <w:p w14:paraId="1A955AAE" w14:textId="7E74D524" w:rsidR="006A22FB" w:rsidRPr="00081F6E" w:rsidRDefault="00E96550" w:rsidP="006A22FB">
            <w:pPr>
              <w:pStyle w:val="Objective"/>
              <w:rPr>
                <w:b w:val="0"/>
              </w:rPr>
            </w:pPr>
            <w:r w:rsidRPr="00E96550">
              <w:rPr>
                <w:b w:val="0"/>
              </w:rPr>
              <w:t>Demonstrate knowledge of basic design principles and best practices employed in the print and digital media publication industry</w:t>
            </w:r>
            <w:r w:rsidR="006A22FB" w:rsidRPr="00081F6E">
              <w:rPr>
                <w:b w:val="0"/>
              </w:rPr>
              <w:t>.</w:t>
            </w:r>
          </w:p>
        </w:tc>
        <w:tc>
          <w:tcPr>
            <w:tcW w:w="1885" w:type="dxa"/>
          </w:tcPr>
          <w:p w14:paraId="6EC49036" w14:textId="06C5804D" w:rsidR="006A22FB" w:rsidRPr="00914E08" w:rsidRDefault="00885BC2" w:rsidP="00AE222F">
            <w:pPr>
              <w:pStyle w:val="Reference"/>
            </w:pPr>
            <w:r w:rsidRPr="00914E08">
              <w:t>2B</w:t>
            </w:r>
            <w:r w:rsidR="006B4504">
              <w:t>; Part 2</w:t>
            </w:r>
          </w:p>
        </w:tc>
      </w:tr>
      <w:tr w:rsidR="006A22FB" w14:paraId="36EF0091" w14:textId="77777777" w:rsidTr="0018009E">
        <w:tc>
          <w:tcPr>
            <w:tcW w:w="678" w:type="dxa"/>
          </w:tcPr>
          <w:p w14:paraId="18DF20BB" w14:textId="77777777" w:rsidR="006A22FB" w:rsidRDefault="006A22FB" w:rsidP="006A22FB">
            <w:pPr>
              <w:pStyle w:val="Objective"/>
            </w:pPr>
            <w:r>
              <w:t>2.3</w:t>
            </w:r>
          </w:p>
        </w:tc>
        <w:tc>
          <w:tcPr>
            <w:tcW w:w="8227" w:type="dxa"/>
          </w:tcPr>
          <w:p w14:paraId="42F776B5" w14:textId="4F273B33" w:rsidR="006A22FB" w:rsidRPr="00081F6E" w:rsidRDefault="00E96550" w:rsidP="006A22FB">
            <w:pPr>
              <w:pStyle w:val="Objective"/>
              <w:rPr>
                <w:b w:val="0"/>
              </w:rPr>
            </w:pPr>
            <w:r w:rsidRPr="00E96550">
              <w:rPr>
                <w:b w:val="0"/>
              </w:rPr>
              <w:t>Demonstrate knowledge of typography and its use in the print and digital publication industry.</w:t>
            </w:r>
          </w:p>
        </w:tc>
        <w:tc>
          <w:tcPr>
            <w:tcW w:w="1885" w:type="dxa"/>
          </w:tcPr>
          <w:p w14:paraId="2A91D040" w14:textId="5DE3FCA7" w:rsidR="006A22FB" w:rsidRPr="00914E08" w:rsidRDefault="008324DA" w:rsidP="00AE222F">
            <w:pPr>
              <w:pStyle w:val="Reference"/>
            </w:pPr>
            <w:r>
              <w:t>2B, 2D, 3A; Part 2</w:t>
            </w:r>
          </w:p>
        </w:tc>
      </w:tr>
      <w:tr w:rsidR="006A22FB" w14:paraId="4ADE8FE4" w14:textId="77777777" w:rsidTr="0018009E">
        <w:tc>
          <w:tcPr>
            <w:tcW w:w="678" w:type="dxa"/>
          </w:tcPr>
          <w:p w14:paraId="09F581F0" w14:textId="77777777" w:rsidR="006A22FB" w:rsidRDefault="006A22FB" w:rsidP="006A22FB">
            <w:pPr>
              <w:pStyle w:val="Objective"/>
            </w:pPr>
            <w:r>
              <w:t>2.4</w:t>
            </w:r>
          </w:p>
        </w:tc>
        <w:tc>
          <w:tcPr>
            <w:tcW w:w="8227" w:type="dxa"/>
          </w:tcPr>
          <w:p w14:paraId="2A867DB3" w14:textId="4FB6B702" w:rsidR="006A22FB" w:rsidRPr="00081F6E" w:rsidRDefault="00E96550" w:rsidP="006A22FB">
            <w:pPr>
              <w:pStyle w:val="Objective"/>
              <w:rPr>
                <w:b w:val="0"/>
              </w:rPr>
            </w:pPr>
            <w:r w:rsidRPr="00E96550">
              <w:rPr>
                <w:b w:val="0"/>
              </w:rPr>
              <w:t>Demonstrate knowledge of color and its use in print and digital publications.</w:t>
            </w:r>
          </w:p>
        </w:tc>
        <w:tc>
          <w:tcPr>
            <w:tcW w:w="1885" w:type="dxa"/>
          </w:tcPr>
          <w:p w14:paraId="049107A2" w14:textId="48E4DF2B" w:rsidR="006A22FB" w:rsidRPr="00914E08" w:rsidRDefault="00B038C8" w:rsidP="00AE222F">
            <w:pPr>
              <w:pStyle w:val="Reference"/>
            </w:pPr>
            <w:r>
              <w:t>3B</w:t>
            </w:r>
            <w:r w:rsidR="006B4504">
              <w:t>; Part 2</w:t>
            </w:r>
          </w:p>
        </w:tc>
      </w:tr>
      <w:tr w:rsidR="006A22FB" w14:paraId="22BA934E" w14:textId="77777777" w:rsidTr="0018009E">
        <w:tc>
          <w:tcPr>
            <w:tcW w:w="678" w:type="dxa"/>
          </w:tcPr>
          <w:p w14:paraId="574306F4" w14:textId="77777777" w:rsidR="006A22FB" w:rsidRDefault="006A22FB" w:rsidP="006A22FB">
            <w:pPr>
              <w:pStyle w:val="Objective"/>
            </w:pPr>
            <w:r>
              <w:t>2.5</w:t>
            </w:r>
          </w:p>
        </w:tc>
        <w:tc>
          <w:tcPr>
            <w:tcW w:w="8227" w:type="dxa"/>
          </w:tcPr>
          <w:p w14:paraId="416E9269" w14:textId="55271DA9" w:rsidR="006A22FB" w:rsidRPr="00081F6E" w:rsidRDefault="00E96550" w:rsidP="006A22FB">
            <w:pPr>
              <w:pStyle w:val="Objective"/>
              <w:rPr>
                <w:b w:val="0"/>
              </w:rPr>
            </w:pPr>
            <w:r w:rsidRPr="00E96550">
              <w:rPr>
                <w:b w:val="0"/>
              </w:rPr>
              <w:t>Demonstrate knowledge of the appropriate properties of print, web, and digital publication designs</w:t>
            </w:r>
            <w:r w:rsidR="006A22FB" w:rsidRPr="00081F6E">
              <w:rPr>
                <w:b w:val="0"/>
              </w:rPr>
              <w:t>.</w:t>
            </w:r>
          </w:p>
        </w:tc>
        <w:tc>
          <w:tcPr>
            <w:tcW w:w="1885" w:type="dxa"/>
          </w:tcPr>
          <w:p w14:paraId="49F3A2D5" w14:textId="4F2609F7" w:rsidR="006A22FB" w:rsidRPr="00914E08" w:rsidRDefault="00885BC2" w:rsidP="00AE222F">
            <w:pPr>
              <w:pStyle w:val="Reference"/>
            </w:pPr>
            <w:r w:rsidRPr="00914E08">
              <w:t>6A, 6B</w:t>
            </w:r>
            <w:r w:rsidR="00B038C8">
              <w:t xml:space="preserve">; </w:t>
            </w:r>
            <w:r w:rsidRPr="00914E08">
              <w:t>Part 2</w:t>
            </w:r>
          </w:p>
        </w:tc>
      </w:tr>
    </w:tbl>
    <w:p w14:paraId="6AB1ED93" w14:textId="77777777" w:rsidR="006A22FB" w:rsidRDefault="006A22FB" w:rsidP="00FA21A6">
      <w:pPr>
        <w:pStyle w:val="Intro"/>
      </w:pPr>
    </w:p>
    <w:tbl>
      <w:tblPr>
        <w:tblStyle w:val="TableGrid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678"/>
        <w:gridCol w:w="8227"/>
        <w:gridCol w:w="1885"/>
      </w:tblGrid>
      <w:tr w:rsidR="006A22FB" w14:paraId="099AEDBA" w14:textId="77777777" w:rsidTr="0069044A">
        <w:trPr>
          <w:tblHeader/>
        </w:trPr>
        <w:tc>
          <w:tcPr>
            <w:tcW w:w="678" w:type="dxa"/>
            <w:shd w:val="clear" w:color="auto" w:fill="009DDC"/>
          </w:tcPr>
          <w:p w14:paraId="46F4233A" w14:textId="77777777" w:rsidR="006A22FB" w:rsidRPr="00B32BC9" w:rsidRDefault="006A22FB" w:rsidP="003A6279">
            <w:pPr>
              <w:pStyle w:val="Domain"/>
            </w:pPr>
            <w:r>
              <w:t>3.0</w:t>
            </w:r>
          </w:p>
        </w:tc>
        <w:tc>
          <w:tcPr>
            <w:tcW w:w="8227" w:type="dxa"/>
            <w:shd w:val="clear" w:color="auto" w:fill="009DDC"/>
          </w:tcPr>
          <w:p w14:paraId="1EF84775" w14:textId="47689B74" w:rsidR="006A22FB" w:rsidRPr="00B32BC9" w:rsidRDefault="00E96550" w:rsidP="0069044A">
            <w:pPr>
              <w:pStyle w:val="Domain"/>
            </w:pPr>
            <w:r w:rsidRPr="00E96550">
              <w:t>Understanding Adobe InDesign CC</w:t>
            </w:r>
          </w:p>
        </w:tc>
        <w:tc>
          <w:tcPr>
            <w:tcW w:w="1885" w:type="dxa"/>
            <w:shd w:val="clear" w:color="auto" w:fill="009DDC"/>
          </w:tcPr>
          <w:p w14:paraId="35DA0FBF" w14:textId="77777777" w:rsidR="006A22FB" w:rsidRPr="00B32BC9" w:rsidRDefault="006A22FB" w:rsidP="00EC6EA9">
            <w:pPr>
              <w:pStyle w:val="CoveredIn"/>
            </w:pPr>
            <w:r w:rsidRPr="00B32BC9">
              <w:t>Covered In</w:t>
            </w:r>
          </w:p>
        </w:tc>
      </w:tr>
      <w:tr w:rsidR="006A22FB" w14:paraId="65AB536D" w14:textId="77777777" w:rsidTr="0018009E">
        <w:tc>
          <w:tcPr>
            <w:tcW w:w="678" w:type="dxa"/>
          </w:tcPr>
          <w:p w14:paraId="179EBC29" w14:textId="77777777" w:rsidR="006A22FB" w:rsidRPr="00B32BC9" w:rsidRDefault="006A22FB" w:rsidP="006A22FB">
            <w:pPr>
              <w:pStyle w:val="Objective"/>
            </w:pPr>
            <w:r>
              <w:t>3.1</w:t>
            </w:r>
          </w:p>
        </w:tc>
        <w:tc>
          <w:tcPr>
            <w:tcW w:w="8227" w:type="dxa"/>
          </w:tcPr>
          <w:p w14:paraId="3FA51E3A" w14:textId="41A11ECC" w:rsidR="006A22FB" w:rsidRPr="00081F6E" w:rsidRDefault="00E96550" w:rsidP="006A22FB">
            <w:pPr>
              <w:pStyle w:val="Objective"/>
              <w:rPr>
                <w:b w:val="0"/>
              </w:rPr>
            </w:pPr>
            <w:r w:rsidRPr="00E96550">
              <w:rPr>
                <w:b w:val="0"/>
              </w:rPr>
              <w:t>Identify elements of the InDesign CC interface and demonstrate knowledge of their functions.</w:t>
            </w:r>
          </w:p>
        </w:tc>
        <w:tc>
          <w:tcPr>
            <w:tcW w:w="1885" w:type="dxa"/>
          </w:tcPr>
          <w:p w14:paraId="3C856CCA" w14:textId="4CD23EF6" w:rsidR="006A22FB" w:rsidRDefault="008C6A72" w:rsidP="00AE222F">
            <w:pPr>
              <w:pStyle w:val="Reference"/>
            </w:pPr>
            <w:r>
              <w:t>1A, 1B</w:t>
            </w:r>
            <w:r w:rsidR="005442ED">
              <w:t>, 1C</w:t>
            </w:r>
          </w:p>
        </w:tc>
      </w:tr>
      <w:tr w:rsidR="006A22FB" w14:paraId="3D3918BB" w14:textId="77777777" w:rsidTr="0018009E">
        <w:tc>
          <w:tcPr>
            <w:tcW w:w="678" w:type="dxa"/>
          </w:tcPr>
          <w:p w14:paraId="78AC78D3" w14:textId="77777777" w:rsidR="006A22FB" w:rsidRDefault="006A22FB" w:rsidP="006A22FB">
            <w:pPr>
              <w:pStyle w:val="Objective"/>
            </w:pPr>
            <w:r>
              <w:t>3.2</w:t>
            </w:r>
          </w:p>
        </w:tc>
        <w:tc>
          <w:tcPr>
            <w:tcW w:w="8227" w:type="dxa"/>
          </w:tcPr>
          <w:p w14:paraId="0BA43D01" w14:textId="089A29A5" w:rsidR="006A22FB" w:rsidRPr="00081F6E" w:rsidRDefault="00E96550" w:rsidP="006A22FB">
            <w:pPr>
              <w:pStyle w:val="Objective"/>
              <w:rPr>
                <w:b w:val="0"/>
              </w:rPr>
            </w:pPr>
            <w:r w:rsidRPr="00E96550">
              <w:rPr>
                <w:b w:val="0"/>
              </w:rPr>
              <w:t>Define the functions of commonly used tools including selection tools, Frame tools, type tools, drawing tools, Line tool etc.</w:t>
            </w:r>
          </w:p>
        </w:tc>
        <w:tc>
          <w:tcPr>
            <w:tcW w:w="1885" w:type="dxa"/>
          </w:tcPr>
          <w:p w14:paraId="36C4F6B4" w14:textId="286908F4" w:rsidR="006A22FB" w:rsidRDefault="008C6A72" w:rsidP="00AE222F">
            <w:pPr>
              <w:pStyle w:val="Reference"/>
            </w:pPr>
            <w:r>
              <w:t>1</w:t>
            </w:r>
            <w:r w:rsidR="005442ED">
              <w:t>A</w:t>
            </w:r>
          </w:p>
        </w:tc>
      </w:tr>
      <w:tr w:rsidR="006A22FB" w14:paraId="74412334" w14:textId="77777777" w:rsidTr="0018009E">
        <w:tc>
          <w:tcPr>
            <w:tcW w:w="678" w:type="dxa"/>
          </w:tcPr>
          <w:p w14:paraId="52768065" w14:textId="77777777" w:rsidR="006A22FB" w:rsidRDefault="006A22FB" w:rsidP="006A22FB">
            <w:pPr>
              <w:pStyle w:val="Objective"/>
            </w:pPr>
            <w:r>
              <w:t>3.3</w:t>
            </w:r>
          </w:p>
        </w:tc>
        <w:tc>
          <w:tcPr>
            <w:tcW w:w="8227" w:type="dxa"/>
          </w:tcPr>
          <w:p w14:paraId="272880F4" w14:textId="187308DB" w:rsidR="006A22FB" w:rsidRPr="00081F6E" w:rsidRDefault="00E96550" w:rsidP="006A22FB">
            <w:pPr>
              <w:pStyle w:val="Objective"/>
              <w:rPr>
                <w:b w:val="0"/>
              </w:rPr>
            </w:pPr>
            <w:r w:rsidRPr="00E96550">
              <w:rPr>
                <w:b w:val="0"/>
              </w:rPr>
              <w:t>Navigate, organize, and customize the workspace.</w:t>
            </w:r>
          </w:p>
        </w:tc>
        <w:tc>
          <w:tcPr>
            <w:tcW w:w="1885" w:type="dxa"/>
          </w:tcPr>
          <w:p w14:paraId="57E7D772" w14:textId="61BDFFC4" w:rsidR="006A22FB" w:rsidRDefault="005442ED" w:rsidP="00AE222F">
            <w:pPr>
              <w:pStyle w:val="Reference"/>
            </w:pPr>
            <w:r>
              <w:t>1A, 1B, 1C</w:t>
            </w:r>
          </w:p>
        </w:tc>
      </w:tr>
      <w:tr w:rsidR="006A22FB" w14:paraId="42AC7B9C" w14:textId="77777777" w:rsidTr="0018009E">
        <w:tc>
          <w:tcPr>
            <w:tcW w:w="678" w:type="dxa"/>
          </w:tcPr>
          <w:p w14:paraId="01F06639" w14:textId="77777777" w:rsidR="006A22FB" w:rsidRDefault="006A22FB" w:rsidP="006A22FB">
            <w:pPr>
              <w:pStyle w:val="Objective"/>
            </w:pPr>
            <w:r>
              <w:t>3.4</w:t>
            </w:r>
          </w:p>
        </w:tc>
        <w:tc>
          <w:tcPr>
            <w:tcW w:w="8227" w:type="dxa"/>
          </w:tcPr>
          <w:p w14:paraId="7E8E5492" w14:textId="3B401493" w:rsidR="006A22FB" w:rsidRPr="00081F6E" w:rsidRDefault="00E96550" w:rsidP="006A22FB">
            <w:pPr>
              <w:pStyle w:val="Objective"/>
              <w:rPr>
                <w:b w:val="0"/>
              </w:rPr>
            </w:pPr>
            <w:r w:rsidRPr="00E96550">
              <w:rPr>
                <w:b w:val="0"/>
              </w:rPr>
              <w:t>Use non-printing design tools in the interface, such as rulers, guides, grids, bleeds, and slugs.</w:t>
            </w:r>
          </w:p>
        </w:tc>
        <w:tc>
          <w:tcPr>
            <w:tcW w:w="1885" w:type="dxa"/>
          </w:tcPr>
          <w:p w14:paraId="354F6A44" w14:textId="474F449F" w:rsidR="006A22FB" w:rsidRDefault="005442ED" w:rsidP="00AE222F">
            <w:pPr>
              <w:pStyle w:val="Reference"/>
            </w:pPr>
            <w:r>
              <w:t>2D, 4A</w:t>
            </w:r>
            <w:r w:rsidR="006B4504">
              <w:t>; Part 2</w:t>
            </w:r>
          </w:p>
        </w:tc>
      </w:tr>
      <w:tr w:rsidR="006A22FB" w14:paraId="6C941096" w14:textId="77777777" w:rsidTr="0018009E">
        <w:tc>
          <w:tcPr>
            <w:tcW w:w="678" w:type="dxa"/>
          </w:tcPr>
          <w:p w14:paraId="23C97EBA" w14:textId="419A0949" w:rsidR="006A22FB" w:rsidRPr="00EC6EA9" w:rsidRDefault="006A22FB" w:rsidP="006A22FB">
            <w:pPr>
              <w:pStyle w:val="Objective"/>
            </w:pPr>
            <w:r>
              <w:t>3.</w:t>
            </w:r>
            <w:r w:rsidR="00E96550">
              <w:t>5</w:t>
            </w:r>
          </w:p>
        </w:tc>
        <w:tc>
          <w:tcPr>
            <w:tcW w:w="8227" w:type="dxa"/>
          </w:tcPr>
          <w:p w14:paraId="040F5F1F" w14:textId="1EDC3DF9" w:rsidR="006A22FB" w:rsidRPr="00081F6E" w:rsidRDefault="006A22FB" w:rsidP="006A22FB">
            <w:pPr>
              <w:pStyle w:val="Objective"/>
              <w:rPr>
                <w:b w:val="0"/>
              </w:rPr>
            </w:pPr>
            <w:r w:rsidRPr="00081F6E">
              <w:rPr>
                <w:b w:val="0"/>
              </w:rPr>
              <w:t>Demonstrate knowledge of layers</w:t>
            </w:r>
            <w:r w:rsidR="00E96550">
              <w:rPr>
                <w:b w:val="0"/>
              </w:rPr>
              <w:t>.</w:t>
            </w:r>
          </w:p>
        </w:tc>
        <w:tc>
          <w:tcPr>
            <w:tcW w:w="1885" w:type="dxa"/>
          </w:tcPr>
          <w:p w14:paraId="5CC0D40E" w14:textId="48A770AD" w:rsidR="006A22FB" w:rsidRDefault="0099449D" w:rsidP="00AE222F">
            <w:pPr>
              <w:pStyle w:val="Reference"/>
            </w:pPr>
            <w:r>
              <w:t>4B</w:t>
            </w:r>
          </w:p>
        </w:tc>
      </w:tr>
      <w:tr w:rsidR="006A22FB" w14:paraId="52B110BF" w14:textId="77777777" w:rsidTr="0018009E">
        <w:tc>
          <w:tcPr>
            <w:tcW w:w="678" w:type="dxa"/>
          </w:tcPr>
          <w:p w14:paraId="074D3771" w14:textId="6E734C86" w:rsidR="006A22FB" w:rsidRDefault="006A22FB" w:rsidP="006A22FB">
            <w:pPr>
              <w:pStyle w:val="Objective"/>
            </w:pPr>
            <w:r>
              <w:t>3.</w:t>
            </w:r>
            <w:r w:rsidR="00E96550">
              <w:t>6</w:t>
            </w:r>
          </w:p>
        </w:tc>
        <w:tc>
          <w:tcPr>
            <w:tcW w:w="8227" w:type="dxa"/>
          </w:tcPr>
          <w:p w14:paraId="3854A1B9" w14:textId="77777777" w:rsidR="006A22FB" w:rsidRPr="00081F6E" w:rsidRDefault="006A22FB" w:rsidP="006A22FB">
            <w:pPr>
              <w:pStyle w:val="Objective"/>
              <w:rPr>
                <w:b w:val="0"/>
              </w:rPr>
            </w:pPr>
            <w:r w:rsidRPr="00081F6E">
              <w:rPr>
                <w:b w:val="0"/>
              </w:rPr>
              <w:t>Manage colors, swatches, and gradients.</w:t>
            </w:r>
          </w:p>
        </w:tc>
        <w:tc>
          <w:tcPr>
            <w:tcW w:w="1885" w:type="dxa"/>
          </w:tcPr>
          <w:p w14:paraId="21CD0E7A" w14:textId="7B8F9509" w:rsidR="006A22FB" w:rsidRDefault="0099449D" w:rsidP="00AE222F">
            <w:pPr>
              <w:pStyle w:val="Reference"/>
            </w:pPr>
            <w:r>
              <w:t>3B</w:t>
            </w:r>
            <w:r w:rsidR="006B4504">
              <w:t>; Part 2</w:t>
            </w:r>
          </w:p>
        </w:tc>
      </w:tr>
      <w:tr w:rsidR="006A22FB" w14:paraId="43C402F3" w14:textId="77777777" w:rsidTr="0018009E">
        <w:tc>
          <w:tcPr>
            <w:tcW w:w="678" w:type="dxa"/>
          </w:tcPr>
          <w:p w14:paraId="6DDC5297" w14:textId="6704EB81" w:rsidR="006A22FB" w:rsidRDefault="006A22FB" w:rsidP="006A22FB">
            <w:pPr>
              <w:pStyle w:val="Objective"/>
            </w:pPr>
            <w:r>
              <w:t>3.</w:t>
            </w:r>
            <w:r w:rsidR="00E96550">
              <w:t>7</w:t>
            </w:r>
          </w:p>
        </w:tc>
        <w:tc>
          <w:tcPr>
            <w:tcW w:w="8227" w:type="dxa"/>
          </w:tcPr>
          <w:p w14:paraId="38595794" w14:textId="3D424B2B" w:rsidR="006A22FB" w:rsidRPr="00081F6E" w:rsidRDefault="00E96550" w:rsidP="006A22FB">
            <w:pPr>
              <w:pStyle w:val="Objective"/>
              <w:rPr>
                <w:b w:val="0"/>
              </w:rPr>
            </w:pPr>
            <w:r w:rsidRPr="00E96550">
              <w:rPr>
                <w:b w:val="0"/>
              </w:rPr>
              <w:t>Create, use, and manage object style</w:t>
            </w:r>
            <w:r>
              <w:rPr>
                <w:b w:val="0"/>
              </w:rPr>
              <w:t>s.</w:t>
            </w:r>
          </w:p>
        </w:tc>
        <w:tc>
          <w:tcPr>
            <w:tcW w:w="1885" w:type="dxa"/>
          </w:tcPr>
          <w:p w14:paraId="568191D2" w14:textId="13E7A4E6" w:rsidR="006A22FB" w:rsidRDefault="0099449D" w:rsidP="00D526CA">
            <w:pPr>
              <w:pStyle w:val="Reference"/>
            </w:pPr>
            <w:r>
              <w:t>3C</w:t>
            </w:r>
            <w:r w:rsidR="008324DA">
              <w:t>; Part 2</w:t>
            </w:r>
          </w:p>
        </w:tc>
      </w:tr>
      <w:tr w:rsidR="00E96550" w14:paraId="30FD2DED" w14:textId="77777777" w:rsidTr="0018009E">
        <w:tc>
          <w:tcPr>
            <w:tcW w:w="678" w:type="dxa"/>
          </w:tcPr>
          <w:p w14:paraId="3D5C701C" w14:textId="3041B759" w:rsidR="00E96550" w:rsidRDefault="00E96550" w:rsidP="00E96550">
            <w:pPr>
              <w:pStyle w:val="Objective"/>
            </w:pPr>
            <w:r>
              <w:t>3.8</w:t>
            </w:r>
          </w:p>
        </w:tc>
        <w:tc>
          <w:tcPr>
            <w:tcW w:w="8227" w:type="dxa"/>
          </w:tcPr>
          <w:p w14:paraId="1E45AA68" w14:textId="2BAA7439" w:rsidR="00E96550" w:rsidRPr="00E96550" w:rsidRDefault="00E96550" w:rsidP="00E96550">
            <w:pPr>
              <w:pStyle w:val="Objective"/>
              <w:rPr>
                <w:b w:val="0"/>
              </w:rPr>
            </w:pPr>
            <w:r w:rsidRPr="00E96550">
              <w:rPr>
                <w:b w:val="0"/>
              </w:rPr>
              <w:t>Create, use, and manage character and paragraph styles.</w:t>
            </w:r>
          </w:p>
        </w:tc>
        <w:tc>
          <w:tcPr>
            <w:tcW w:w="1885" w:type="dxa"/>
          </w:tcPr>
          <w:p w14:paraId="71A70F27" w14:textId="0DDFE6A3" w:rsidR="00E96550" w:rsidRDefault="0099449D" w:rsidP="00E96550">
            <w:pPr>
              <w:pStyle w:val="Reference"/>
            </w:pPr>
            <w:r>
              <w:t>3C</w:t>
            </w:r>
            <w:r w:rsidR="006B4504">
              <w:t>; Part 2</w:t>
            </w:r>
          </w:p>
        </w:tc>
      </w:tr>
    </w:tbl>
    <w:p w14:paraId="51B20010" w14:textId="77777777" w:rsidR="006A22FB" w:rsidRDefault="006A22FB" w:rsidP="00FA21A6">
      <w:pPr>
        <w:pStyle w:val="Intro"/>
      </w:pPr>
    </w:p>
    <w:tbl>
      <w:tblPr>
        <w:tblStyle w:val="TableGrid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678"/>
        <w:gridCol w:w="8227"/>
        <w:gridCol w:w="1885"/>
      </w:tblGrid>
      <w:tr w:rsidR="006A22FB" w14:paraId="3EF8B6C9" w14:textId="77777777" w:rsidTr="0069044A">
        <w:trPr>
          <w:tblHeader/>
        </w:trPr>
        <w:tc>
          <w:tcPr>
            <w:tcW w:w="678" w:type="dxa"/>
            <w:shd w:val="clear" w:color="auto" w:fill="009DDC"/>
          </w:tcPr>
          <w:p w14:paraId="34B95335" w14:textId="77777777" w:rsidR="006A22FB" w:rsidRPr="00B32BC9" w:rsidRDefault="006A22FB" w:rsidP="003A6279">
            <w:pPr>
              <w:pStyle w:val="Domain"/>
            </w:pPr>
            <w:r>
              <w:lastRenderedPageBreak/>
              <w:t>4.0</w:t>
            </w:r>
          </w:p>
        </w:tc>
        <w:tc>
          <w:tcPr>
            <w:tcW w:w="8227" w:type="dxa"/>
            <w:shd w:val="clear" w:color="auto" w:fill="009DDC"/>
          </w:tcPr>
          <w:p w14:paraId="44B9F996" w14:textId="7B52CB20" w:rsidR="006A22FB" w:rsidRPr="00B32BC9" w:rsidRDefault="00E96550" w:rsidP="0069044A">
            <w:pPr>
              <w:pStyle w:val="Domain"/>
            </w:pPr>
            <w:r w:rsidRPr="00E96550">
              <w:t>Creating Print and Digital Media Publications Using Adobe InDesign</w:t>
            </w:r>
          </w:p>
        </w:tc>
        <w:tc>
          <w:tcPr>
            <w:tcW w:w="1885" w:type="dxa"/>
            <w:shd w:val="clear" w:color="auto" w:fill="009DDC"/>
          </w:tcPr>
          <w:p w14:paraId="2DA8C776" w14:textId="77777777" w:rsidR="006A22FB" w:rsidRPr="00B32BC9" w:rsidRDefault="006A22FB" w:rsidP="00EC6EA9">
            <w:pPr>
              <w:pStyle w:val="CoveredIn"/>
            </w:pPr>
            <w:r w:rsidRPr="00B32BC9">
              <w:t>Covered In</w:t>
            </w:r>
          </w:p>
        </w:tc>
      </w:tr>
      <w:tr w:rsidR="006A22FB" w14:paraId="71423C08" w14:textId="77777777" w:rsidTr="0018009E">
        <w:tc>
          <w:tcPr>
            <w:tcW w:w="678" w:type="dxa"/>
          </w:tcPr>
          <w:p w14:paraId="66890A58" w14:textId="77777777" w:rsidR="006A22FB" w:rsidRPr="00B32BC9" w:rsidRDefault="006A22FB" w:rsidP="006A22FB">
            <w:pPr>
              <w:pStyle w:val="Objective"/>
            </w:pPr>
            <w:r>
              <w:t>4.1</w:t>
            </w:r>
          </w:p>
        </w:tc>
        <w:tc>
          <w:tcPr>
            <w:tcW w:w="8227" w:type="dxa"/>
          </w:tcPr>
          <w:p w14:paraId="325EBD31" w14:textId="77777777" w:rsidR="006A22FB" w:rsidRPr="00081F6E" w:rsidRDefault="006A22FB" w:rsidP="006A22FB">
            <w:pPr>
              <w:pStyle w:val="Objective"/>
              <w:rPr>
                <w:b w:val="0"/>
              </w:rPr>
            </w:pPr>
            <w:r w:rsidRPr="00081F6E">
              <w:rPr>
                <w:b w:val="0"/>
              </w:rPr>
              <w:t>Create a new project.</w:t>
            </w:r>
          </w:p>
        </w:tc>
        <w:tc>
          <w:tcPr>
            <w:tcW w:w="1885" w:type="dxa"/>
          </w:tcPr>
          <w:p w14:paraId="778CD7DD" w14:textId="0E45CAB2" w:rsidR="006A22FB" w:rsidRDefault="0099449D" w:rsidP="00AE222F">
            <w:pPr>
              <w:pStyle w:val="Reference"/>
            </w:pPr>
            <w:r>
              <w:t>2C</w:t>
            </w:r>
          </w:p>
        </w:tc>
      </w:tr>
      <w:tr w:rsidR="006A22FB" w14:paraId="3595DD64" w14:textId="77777777" w:rsidTr="0018009E">
        <w:tc>
          <w:tcPr>
            <w:tcW w:w="678" w:type="dxa"/>
          </w:tcPr>
          <w:p w14:paraId="1505FDC3" w14:textId="77777777" w:rsidR="006A22FB" w:rsidRDefault="006A22FB" w:rsidP="006A22FB">
            <w:pPr>
              <w:pStyle w:val="Objective"/>
            </w:pPr>
            <w:r>
              <w:t>4.2</w:t>
            </w:r>
          </w:p>
        </w:tc>
        <w:tc>
          <w:tcPr>
            <w:tcW w:w="8227" w:type="dxa"/>
          </w:tcPr>
          <w:p w14:paraId="21E4E940" w14:textId="4B30C162" w:rsidR="006A22FB" w:rsidRPr="00081F6E" w:rsidRDefault="00E96550" w:rsidP="006A22FB">
            <w:pPr>
              <w:pStyle w:val="Objective"/>
              <w:rPr>
                <w:b w:val="0"/>
              </w:rPr>
            </w:pPr>
            <w:r w:rsidRPr="00E96550">
              <w:rPr>
                <w:b w:val="0"/>
              </w:rPr>
              <w:t>Create, manage, and use frames in a publication design.</w:t>
            </w:r>
          </w:p>
        </w:tc>
        <w:tc>
          <w:tcPr>
            <w:tcW w:w="1885" w:type="dxa"/>
          </w:tcPr>
          <w:p w14:paraId="65D4F3B2" w14:textId="507DD3C6" w:rsidR="006A22FB" w:rsidRDefault="0099449D" w:rsidP="00AE222F">
            <w:pPr>
              <w:pStyle w:val="Reference"/>
            </w:pPr>
            <w:r>
              <w:t>2D, 2E</w:t>
            </w:r>
          </w:p>
        </w:tc>
      </w:tr>
      <w:tr w:rsidR="006A22FB" w14:paraId="2B22563E" w14:textId="77777777" w:rsidTr="0018009E">
        <w:tc>
          <w:tcPr>
            <w:tcW w:w="678" w:type="dxa"/>
          </w:tcPr>
          <w:p w14:paraId="515B041E" w14:textId="77777777" w:rsidR="006A22FB" w:rsidRDefault="006A22FB" w:rsidP="006A22FB">
            <w:pPr>
              <w:pStyle w:val="Objective"/>
            </w:pPr>
            <w:r>
              <w:t>4.3</w:t>
            </w:r>
          </w:p>
        </w:tc>
        <w:tc>
          <w:tcPr>
            <w:tcW w:w="8227" w:type="dxa"/>
          </w:tcPr>
          <w:p w14:paraId="2BB9D4FB" w14:textId="0259E1D7" w:rsidR="006A22FB" w:rsidRPr="00081F6E" w:rsidRDefault="00E96550" w:rsidP="006A22FB">
            <w:pPr>
              <w:pStyle w:val="Objective"/>
              <w:rPr>
                <w:b w:val="0"/>
              </w:rPr>
            </w:pPr>
            <w:r w:rsidRPr="00E96550">
              <w:rPr>
                <w:b w:val="0"/>
              </w:rPr>
              <w:t>Add text to a page layout.</w:t>
            </w:r>
          </w:p>
        </w:tc>
        <w:tc>
          <w:tcPr>
            <w:tcW w:w="1885" w:type="dxa"/>
          </w:tcPr>
          <w:p w14:paraId="132C721C" w14:textId="54BCF4D1" w:rsidR="006A22FB" w:rsidRDefault="0099449D" w:rsidP="00AE222F">
            <w:pPr>
              <w:pStyle w:val="Reference"/>
            </w:pPr>
            <w:r>
              <w:t>2D</w:t>
            </w:r>
          </w:p>
        </w:tc>
      </w:tr>
      <w:tr w:rsidR="006A22FB" w14:paraId="446D27B1" w14:textId="77777777" w:rsidTr="0018009E">
        <w:tc>
          <w:tcPr>
            <w:tcW w:w="678" w:type="dxa"/>
          </w:tcPr>
          <w:p w14:paraId="5F535998" w14:textId="77777777" w:rsidR="006A22FB" w:rsidRDefault="006A22FB" w:rsidP="006A22FB">
            <w:pPr>
              <w:pStyle w:val="Objective"/>
            </w:pPr>
            <w:r>
              <w:t>4.4</w:t>
            </w:r>
          </w:p>
        </w:tc>
        <w:tc>
          <w:tcPr>
            <w:tcW w:w="8227" w:type="dxa"/>
          </w:tcPr>
          <w:p w14:paraId="1BA10A97" w14:textId="7BF68183" w:rsidR="006A22FB" w:rsidRPr="00081F6E" w:rsidRDefault="00E96550" w:rsidP="006A22FB">
            <w:pPr>
              <w:pStyle w:val="Objective"/>
              <w:rPr>
                <w:b w:val="0"/>
              </w:rPr>
            </w:pPr>
            <w:r w:rsidRPr="00E96550">
              <w:rPr>
                <w:b w:val="0"/>
              </w:rPr>
              <w:t>Add graphic, image, and video content to a page layout.</w:t>
            </w:r>
          </w:p>
        </w:tc>
        <w:tc>
          <w:tcPr>
            <w:tcW w:w="1885" w:type="dxa"/>
          </w:tcPr>
          <w:p w14:paraId="0C200BB0" w14:textId="1123560F" w:rsidR="006A22FB" w:rsidRDefault="0099449D" w:rsidP="00AE222F">
            <w:pPr>
              <w:pStyle w:val="Reference"/>
            </w:pPr>
            <w:r>
              <w:t>2E</w:t>
            </w:r>
          </w:p>
        </w:tc>
      </w:tr>
      <w:tr w:rsidR="006A22FB" w14:paraId="2C77EA08" w14:textId="77777777" w:rsidTr="0018009E">
        <w:tc>
          <w:tcPr>
            <w:tcW w:w="678" w:type="dxa"/>
          </w:tcPr>
          <w:p w14:paraId="2A989974" w14:textId="77777777" w:rsidR="006A22FB" w:rsidRDefault="006A22FB" w:rsidP="006A22FB">
            <w:pPr>
              <w:pStyle w:val="Objective"/>
            </w:pPr>
            <w:r>
              <w:t>4.5</w:t>
            </w:r>
          </w:p>
        </w:tc>
        <w:tc>
          <w:tcPr>
            <w:tcW w:w="8227" w:type="dxa"/>
          </w:tcPr>
          <w:p w14:paraId="3B43BD0D" w14:textId="78AEAFB7" w:rsidR="006A22FB" w:rsidRPr="00081F6E" w:rsidRDefault="00E96550" w:rsidP="006A22FB">
            <w:pPr>
              <w:pStyle w:val="Objective"/>
              <w:rPr>
                <w:b w:val="0"/>
              </w:rPr>
            </w:pPr>
            <w:r w:rsidRPr="00E96550">
              <w:rPr>
                <w:b w:val="0"/>
              </w:rPr>
              <w:t>Create special page elements using InDesign tools, such as a table of contents, an index, Library files, and previously placed content.</w:t>
            </w:r>
          </w:p>
        </w:tc>
        <w:tc>
          <w:tcPr>
            <w:tcW w:w="1885" w:type="dxa"/>
          </w:tcPr>
          <w:p w14:paraId="30B86142" w14:textId="2131C940" w:rsidR="006A22FB" w:rsidRDefault="0099449D" w:rsidP="00AE222F">
            <w:pPr>
              <w:pStyle w:val="Reference"/>
            </w:pPr>
            <w:r>
              <w:t>Part 2</w:t>
            </w:r>
          </w:p>
        </w:tc>
      </w:tr>
      <w:tr w:rsidR="006A22FB" w14:paraId="4215B7AC" w14:textId="77777777" w:rsidTr="0018009E">
        <w:tc>
          <w:tcPr>
            <w:tcW w:w="678" w:type="dxa"/>
          </w:tcPr>
          <w:p w14:paraId="0F5A1292" w14:textId="77777777" w:rsidR="006A22FB" w:rsidRPr="00EC6EA9" w:rsidRDefault="006A22FB" w:rsidP="006A22FB">
            <w:pPr>
              <w:pStyle w:val="Objective"/>
            </w:pPr>
            <w:r>
              <w:t>4.6</w:t>
            </w:r>
          </w:p>
        </w:tc>
        <w:tc>
          <w:tcPr>
            <w:tcW w:w="8227" w:type="dxa"/>
          </w:tcPr>
          <w:p w14:paraId="0D872077" w14:textId="3A1A522D" w:rsidR="006A22FB" w:rsidRPr="00081F6E" w:rsidRDefault="00E96550" w:rsidP="006A22FB">
            <w:pPr>
              <w:pStyle w:val="Objective"/>
              <w:rPr>
                <w:b w:val="0"/>
              </w:rPr>
            </w:pPr>
            <w:r w:rsidRPr="00E96550">
              <w:rPr>
                <w:b w:val="0"/>
              </w:rPr>
              <w:t>Add interactive elements such as hyperlinks, interactive media objects, HTML5, and video; and assign triggers for different actions.</w:t>
            </w:r>
          </w:p>
        </w:tc>
        <w:tc>
          <w:tcPr>
            <w:tcW w:w="1885" w:type="dxa"/>
          </w:tcPr>
          <w:p w14:paraId="13F53C44" w14:textId="0E026203" w:rsidR="006A22FB" w:rsidRDefault="00352594" w:rsidP="00AE222F">
            <w:pPr>
              <w:pStyle w:val="Reference"/>
            </w:pPr>
            <w:r>
              <w:t>Part 2</w:t>
            </w:r>
          </w:p>
        </w:tc>
      </w:tr>
    </w:tbl>
    <w:p w14:paraId="3FB1A272" w14:textId="77777777" w:rsidR="006A22FB" w:rsidRDefault="006A22FB" w:rsidP="00FA21A6">
      <w:pPr>
        <w:pStyle w:val="Intro"/>
      </w:pPr>
    </w:p>
    <w:tbl>
      <w:tblPr>
        <w:tblStyle w:val="TableGrid"/>
        <w:tblW w:w="0" w:type="auto"/>
        <w:tblBorders>
          <w:top w:val="single" w:sz="4" w:space="0" w:color="D0CECE" w:themeColor="background2" w:themeShade="E6"/>
          <w:left w:val="single" w:sz="4" w:space="0" w:color="D0CECE" w:themeColor="background2" w:themeShade="E6"/>
          <w:bottom w:val="single" w:sz="4" w:space="0" w:color="D0CECE" w:themeColor="background2" w:themeShade="E6"/>
          <w:right w:val="single" w:sz="4" w:space="0" w:color="D0CECE" w:themeColor="background2" w:themeShade="E6"/>
          <w:insideH w:val="single" w:sz="4" w:space="0" w:color="D0CECE" w:themeColor="background2" w:themeShade="E6"/>
          <w:insideV w:val="single" w:sz="4" w:space="0" w:color="D0CECE" w:themeColor="background2" w:themeShade="E6"/>
        </w:tblBorders>
        <w:tblLook w:val="04A0" w:firstRow="1" w:lastRow="0" w:firstColumn="1" w:lastColumn="0" w:noHBand="0" w:noVBand="1"/>
      </w:tblPr>
      <w:tblGrid>
        <w:gridCol w:w="678"/>
        <w:gridCol w:w="8227"/>
        <w:gridCol w:w="1885"/>
      </w:tblGrid>
      <w:tr w:rsidR="006A22FB" w14:paraId="2B0E21A2" w14:textId="77777777" w:rsidTr="0069044A">
        <w:trPr>
          <w:tblHeader/>
        </w:trPr>
        <w:tc>
          <w:tcPr>
            <w:tcW w:w="678" w:type="dxa"/>
            <w:shd w:val="clear" w:color="auto" w:fill="009DDC"/>
          </w:tcPr>
          <w:p w14:paraId="1CB1BD58" w14:textId="77777777" w:rsidR="006A22FB" w:rsidRPr="00B32BC9" w:rsidRDefault="006A22FB" w:rsidP="003A6279">
            <w:pPr>
              <w:pStyle w:val="Domain"/>
            </w:pPr>
            <w:r>
              <w:t>5.0</w:t>
            </w:r>
          </w:p>
        </w:tc>
        <w:tc>
          <w:tcPr>
            <w:tcW w:w="8227" w:type="dxa"/>
            <w:shd w:val="clear" w:color="auto" w:fill="009DDC"/>
          </w:tcPr>
          <w:p w14:paraId="69B988D9" w14:textId="74F37B9B" w:rsidR="006A22FB" w:rsidRPr="00B32BC9" w:rsidRDefault="00E96550" w:rsidP="0069044A">
            <w:pPr>
              <w:pStyle w:val="Domain"/>
            </w:pPr>
            <w:r w:rsidRPr="00E96550">
              <w:t>Publish, Export, and Archive Page Layouts Using Adobe InDesign</w:t>
            </w:r>
          </w:p>
        </w:tc>
        <w:tc>
          <w:tcPr>
            <w:tcW w:w="1885" w:type="dxa"/>
            <w:shd w:val="clear" w:color="auto" w:fill="009DDC"/>
          </w:tcPr>
          <w:p w14:paraId="0DC3C94C" w14:textId="77777777" w:rsidR="006A22FB" w:rsidRPr="00B32BC9" w:rsidRDefault="006A22FB" w:rsidP="00EC6EA9">
            <w:pPr>
              <w:pStyle w:val="CoveredIn"/>
            </w:pPr>
            <w:r w:rsidRPr="00B32BC9">
              <w:t>Covered In</w:t>
            </w:r>
          </w:p>
        </w:tc>
      </w:tr>
      <w:tr w:rsidR="006A22FB" w14:paraId="7C6457F6" w14:textId="77777777" w:rsidTr="0018009E">
        <w:tc>
          <w:tcPr>
            <w:tcW w:w="678" w:type="dxa"/>
          </w:tcPr>
          <w:p w14:paraId="582D0018" w14:textId="77777777" w:rsidR="006A22FB" w:rsidRPr="00B32BC9" w:rsidRDefault="00081F6E" w:rsidP="006A22FB">
            <w:pPr>
              <w:pStyle w:val="Objective"/>
            </w:pPr>
            <w:r>
              <w:t>5</w:t>
            </w:r>
            <w:r w:rsidR="006A22FB">
              <w:t>.1</w:t>
            </w:r>
          </w:p>
        </w:tc>
        <w:tc>
          <w:tcPr>
            <w:tcW w:w="8227" w:type="dxa"/>
          </w:tcPr>
          <w:p w14:paraId="5169740E" w14:textId="7CC7EE6B" w:rsidR="006A22FB" w:rsidRPr="00081F6E" w:rsidRDefault="00E96550" w:rsidP="006A22FB">
            <w:pPr>
              <w:pStyle w:val="Objective"/>
              <w:rPr>
                <w:b w:val="0"/>
              </w:rPr>
            </w:pPr>
            <w:r w:rsidRPr="00E96550">
              <w:rPr>
                <w:b w:val="0"/>
              </w:rPr>
              <w:t>Prepare publications for print.</w:t>
            </w:r>
          </w:p>
        </w:tc>
        <w:tc>
          <w:tcPr>
            <w:tcW w:w="1885" w:type="dxa"/>
          </w:tcPr>
          <w:p w14:paraId="55962709" w14:textId="73F02172" w:rsidR="006A22FB" w:rsidRDefault="00352594" w:rsidP="00AE222F">
            <w:pPr>
              <w:pStyle w:val="Reference"/>
            </w:pPr>
            <w:r>
              <w:t>6A, 6B</w:t>
            </w:r>
            <w:r w:rsidR="0099449D">
              <w:t xml:space="preserve">; </w:t>
            </w:r>
            <w:r>
              <w:t>Part 2</w:t>
            </w:r>
          </w:p>
        </w:tc>
      </w:tr>
      <w:tr w:rsidR="006A22FB" w14:paraId="621D6B4C" w14:textId="77777777" w:rsidTr="0018009E">
        <w:tc>
          <w:tcPr>
            <w:tcW w:w="678" w:type="dxa"/>
          </w:tcPr>
          <w:p w14:paraId="308F7473" w14:textId="77777777" w:rsidR="006A22FB" w:rsidRDefault="00081F6E" w:rsidP="006A22FB">
            <w:pPr>
              <w:pStyle w:val="Objective"/>
            </w:pPr>
            <w:r>
              <w:t>5.2</w:t>
            </w:r>
          </w:p>
        </w:tc>
        <w:tc>
          <w:tcPr>
            <w:tcW w:w="8227" w:type="dxa"/>
          </w:tcPr>
          <w:p w14:paraId="0A7331D4" w14:textId="4A307F50" w:rsidR="006A22FB" w:rsidRPr="00081F6E" w:rsidRDefault="00E96550" w:rsidP="006A22FB">
            <w:pPr>
              <w:pStyle w:val="Objective"/>
              <w:rPr>
                <w:b w:val="0"/>
              </w:rPr>
            </w:pPr>
            <w:r w:rsidRPr="00E96550">
              <w:rPr>
                <w:b w:val="0"/>
              </w:rPr>
              <w:t>Prepare page layouts for export to digital media publications such as multiscreen devices and FOLIO files for Digital Publishing Suite.</w:t>
            </w:r>
          </w:p>
        </w:tc>
        <w:tc>
          <w:tcPr>
            <w:tcW w:w="1885" w:type="dxa"/>
          </w:tcPr>
          <w:p w14:paraId="004B4186" w14:textId="1E7593C1" w:rsidR="006A22FB" w:rsidRDefault="008324DA" w:rsidP="00AE222F">
            <w:pPr>
              <w:pStyle w:val="Reference"/>
            </w:pPr>
            <w:bookmarkStart w:id="0" w:name="_GoBack"/>
            <w:bookmarkEnd w:id="0"/>
            <w:r>
              <w:t>Part 2</w:t>
            </w:r>
          </w:p>
        </w:tc>
      </w:tr>
    </w:tbl>
    <w:p w14:paraId="1DAA369A" w14:textId="77777777" w:rsidR="004C5C6B" w:rsidRPr="00EC6EA9" w:rsidRDefault="004C5C6B" w:rsidP="00EC6EA9"/>
    <w:sectPr w:rsidR="004C5C6B" w:rsidRPr="00EC6EA9" w:rsidSect="00F2582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27D23"/>
    <w:multiLevelType w:val="hybridMultilevel"/>
    <w:tmpl w:val="CF5C73B4"/>
    <w:lvl w:ilvl="0" w:tplc="D130C12E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138FA52">
      <w:start w:val="1"/>
      <w:numFmt w:val="bullet"/>
      <w:pStyle w:val="Bullet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727B2C">
      <w:start w:val="1"/>
      <w:numFmt w:val="bullet"/>
      <w:pStyle w:val="Bulle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A80438">
      <w:start w:val="1"/>
      <w:numFmt w:val="bullet"/>
      <w:pStyle w:val="Bullet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CC01F6">
      <w:start w:val="1"/>
      <w:numFmt w:val="bullet"/>
      <w:pStyle w:val="Bullet5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5A7"/>
    <w:rsid w:val="00081F6E"/>
    <w:rsid w:val="000A04CA"/>
    <w:rsid w:val="0018009E"/>
    <w:rsid w:val="00202D5D"/>
    <w:rsid w:val="002D24F7"/>
    <w:rsid w:val="00352594"/>
    <w:rsid w:val="003600F1"/>
    <w:rsid w:val="003A6279"/>
    <w:rsid w:val="004A5270"/>
    <w:rsid w:val="004C5C6B"/>
    <w:rsid w:val="004D1E4E"/>
    <w:rsid w:val="005103C9"/>
    <w:rsid w:val="005430CA"/>
    <w:rsid w:val="005442ED"/>
    <w:rsid w:val="005541E5"/>
    <w:rsid w:val="0069044A"/>
    <w:rsid w:val="006A22FB"/>
    <w:rsid w:val="006B4504"/>
    <w:rsid w:val="006F7B56"/>
    <w:rsid w:val="00726E4D"/>
    <w:rsid w:val="007D6132"/>
    <w:rsid w:val="008324DA"/>
    <w:rsid w:val="00885BC2"/>
    <w:rsid w:val="00886131"/>
    <w:rsid w:val="008C6A72"/>
    <w:rsid w:val="00914E08"/>
    <w:rsid w:val="00961D65"/>
    <w:rsid w:val="0099449D"/>
    <w:rsid w:val="00AE222F"/>
    <w:rsid w:val="00B038C8"/>
    <w:rsid w:val="00B32BC9"/>
    <w:rsid w:val="00BA6F22"/>
    <w:rsid w:val="00C13622"/>
    <w:rsid w:val="00C23B25"/>
    <w:rsid w:val="00C6132F"/>
    <w:rsid w:val="00C80BBD"/>
    <w:rsid w:val="00CB247F"/>
    <w:rsid w:val="00CC14A8"/>
    <w:rsid w:val="00CF24FD"/>
    <w:rsid w:val="00D3660E"/>
    <w:rsid w:val="00D526CA"/>
    <w:rsid w:val="00DA6F80"/>
    <w:rsid w:val="00DB5363"/>
    <w:rsid w:val="00E65465"/>
    <w:rsid w:val="00E96550"/>
    <w:rsid w:val="00EC6EA9"/>
    <w:rsid w:val="00EE0F88"/>
    <w:rsid w:val="00F25822"/>
    <w:rsid w:val="00F26CE4"/>
    <w:rsid w:val="00FA21A6"/>
    <w:rsid w:val="00FF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B639E"/>
  <w15:chartTrackingRefBased/>
  <w15:docId w15:val="{C554380F-5797-44CE-BAF3-29347A33C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D6132"/>
  </w:style>
  <w:style w:type="paragraph" w:styleId="Heading1">
    <w:name w:val="heading 1"/>
    <w:basedOn w:val="Normal"/>
    <w:next w:val="Normal"/>
    <w:link w:val="Heading1Char"/>
    <w:uiPriority w:val="9"/>
    <w:qFormat/>
    <w:rsid w:val="0018009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258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F25822"/>
    <w:pPr>
      <w:ind w:left="720"/>
      <w:contextualSpacing/>
    </w:pPr>
  </w:style>
  <w:style w:type="paragraph" w:customStyle="1" w:styleId="Objective">
    <w:name w:val="Objective"/>
    <w:basedOn w:val="Normal"/>
    <w:qFormat/>
    <w:rsid w:val="00EC6EA9"/>
    <w:pPr>
      <w:spacing w:after="0" w:line="240" w:lineRule="auto"/>
    </w:pPr>
    <w:rPr>
      <w:b/>
      <w:sz w:val="26"/>
      <w:szCs w:val="26"/>
    </w:rPr>
  </w:style>
  <w:style w:type="paragraph" w:customStyle="1" w:styleId="Bullet1">
    <w:name w:val="Bullet1"/>
    <w:basedOn w:val="ListParagraph"/>
    <w:qFormat/>
    <w:rsid w:val="00EC6EA9"/>
    <w:pPr>
      <w:numPr>
        <w:numId w:val="1"/>
      </w:numPr>
      <w:spacing w:after="0" w:line="240" w:lineRule="auto"/>
    </w:pPr>
  </w:style>
  <w:style w:type="paragraph" w:customStyle="1" w:styleId="Bullet2">
    <w:name w:val="Bullet2"/>
    <w:basedOn w:val="ListParagraph"/>
    <w:qFormat/>
    <w:rsid w:val="00EC6EA9"/>
    <w:pPr>
      <w:numPr>
        <w:ilvl w:val="1"/>
        <w:numId w:val="1"/>
      </w:numPr>
      <w:spacing w:after="0" w:line="240" w:lineRule="auto"/>
    </w:pPr>
  </w:style>
  <w:style w:type="paragraph" w:customStyle="1" w:styleId="Bullet3">
    <w:name w:val="Bullet3"/>
    <w:basedOn w:val="ListParagraph"/>
    <w:link w:val="Bullet3Char"/>
    <w:qFormat/>
    <w:rsid w:val="00EC6EA9"/>
    <w:pPr>
      <w:numPr>
        <w:ilvl w:val="2"/>
        <w:numId w:val="1"/>
      </w:numPr>
      <w:spacing w:after="0" w:line="240" w:lineRule="auto"/>
    </w:pPr>
  </w:style>
  <w:style w:type="paragraph" w:customStyle="1" w:styleId="Bullet4">
    <w:name w:val="Bullet4"/>
    <w:basedOn w:val="Bullet3"/>
    <w:qFormat/>
    <w:rsid w:val="00EC6EA9"/>
    <w:pPr>
      <w:numPr>
        <w:ilvl w:val="3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EC6EA9"/>
  </w:style>
  <w:style w:type="character" w:customStyle="1" w:styleId="Bullet3Char">
    <w:name w:val="Bullet3 Char"/>
    <w:basedOn w:val="ListParagraphChar"/>
    <w:link w:val="Bullet3"/>
    <w:rsid w:val="00EC6EA9"/>
  </w:style>
  <w:style w:type="paragraph" w:customStyle="1" w:styleId="Domain">
    <w:name w:val="Domain"/>
    <w:basedOn w:val="Normal"/>
    <w:qFormat/>
    <w:rsid w:val="0069044A"/>
    <w:pPr>
      <w:spacing w:after="0" w:line="240" w:lineRule="auto"/>
    </w:pPr>
    <w:rPr>
      <w:b/>
      <w:color w:val="FFFFFF" w:themeColor="background1"/>
      <w:sz w:val="36"/>
    </w:rPr>
  </w:style>
  <w:style w:type="paragraph" w:customStyle="1" w:styleId="CoveredIn">
    <w:name w:val="CoveredIn"/>
    <w:basedOn w:val="Normal"/>
    <w:qFormat/>
    <w:rsid w:val="0069044A"/>
    <w:pPr>
      <w:spacing w:after="0" w:line="240" w:lineRule="auto"/>
      <w:jc w:val="center"/>
    </w:pPr>
    <w:rPr>
      <w:b/>
      <w:color w:val="FFFFFF" w:themeColor="background1"/>
      <w:sz w:val="36"/>
    </w:rPr>
  </w:style>
  <w:style w:type="paragraph" w:customStyle="1" w:styleId="Reference">
    <w:name w:val="Reference"/>
    <w:basedOn w:val="Normal"/>
    <w:qFormat/>
    <w:rsid w:val="00EC6EA9"/>
    <w:pPr>
      <w:spacing w:after="0" w:line="240" w:lineRule="auto"/>
      <w:jc w:val="center"/>
    </w:pPr>
  </w:style>
  <w:style w:type="paragraph" w:customStyle="1" w:styleId="Intro">
    <w:name w:val="Intro"/>
    <w:basedOn w:val="Normal"/>
    <w:qFormat/>
    <w:rsid w:val="00FA21A6"/>
  </w:style>
  <w:style w:type="paragraph" w:customStyle="1" w:styleId="Bullet5">
    <w:name w:val="Bullet5"/>
    <w:basedOn w:val="Bullet4"/>
    <w:qFormat/>
    <w:rsid w:val="00D526CA"/>
    <w:pPr>
      <w:numPr>
        <w:ilvl w:val="4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8009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MappingTitle">
    <w:name w:val="MappingTitle"/>
    <w:basedOn w:val="Heading1"/>
    <w:qFormat/>
    <w:rsid w:val="007D6132"/>
    <w:rPr>
      <w:color w:val="009DD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nufryk\AppData\Local\Temp\Exam_Objectives_Mapping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CE705E-1813-4114-BA7B-5674653D4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Exam_Objectives_Mapping</Template>
  <TotalTime>82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Nufryk</dc:creator>
  <cp:keywords/>
  <dc:description/>
  <cp:lastModifiedBy>Andy Lowe</cp:lastModifiedBy>
  <cp:revision>14</cp:revision>
  <cp:lastPrinted>2017-06-15T18:50:00Z</cp:lastPrinted>
  <dcterms:created xsi:type="dcterms:W3CDTF">2018-03-20T12:34:00Z</dcterms:created>
  <dcterms:modified xsi:type="dcterms:W3CDTF">2018-03-29T16:00:00Z</dcterms:modified>
</cp:coreProperties>
</file>